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C44F1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Montcalm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051505</w:t>
            </w:r>
          </w:p>
        </w:tc>
        <w:tc>
          <w:tcPr>
            <w:tcW w:w="1799" w:type="dxa"/>
          </w:tcPr>
          <w:p w:rsidR="0098278E" w:rsidRPr="0098278E" w:rsidRDefault="003C44F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C44F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C44F1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50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C44F1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49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50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102.0%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52.0%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94.0%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4.0%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18.0%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22.0%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24.0%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18.0%</w:t>
            </w:r>
          </w:p>
        </w:tc>
        <w:tc>
          <w:tcPr>
            <w:tcW w:w="1260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C44F1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8.0%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C44F1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18.0%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72.0%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8.0%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8.0%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12.0%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12.0%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08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16.0%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1080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10.0%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08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22.0%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1080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26.0%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34.0%</w:t>
            </w:r>
          </w:p>
        </w:tc>
        <w:tc>
          <w:tcPr>
            <w:tcW w:w="1080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26.0%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58.0%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14.0%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62.0%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12.0%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14.0%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18.0%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24.0%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12.0%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391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58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465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464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556" w:type="pct"/>
            <w:vAlign w:val="center"/>
          </w:tcPr>
          <w:p w:rsidR="00E412EB" w:rsidRPr="009F32FE" w:rsidRDefault="003C44F1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16.0%</w:t>
            </w:r>
          </w:p>
        </w:tc>
        <w:tc>
          <w:tcPr>
            <w:tcW w:w="762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1195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923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90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1117" w:type="dxa"/>
            <w:vAlign w:val="center"/>
          </w:tcPr>
          <w:p w:rsidR="00E412EB" w:rsidRPr="00F657D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762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923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56.0%</w:t>
            </w:r>
          </w:p>
        </w:tc>
        <w:tc>
          <w:tcPr>
            <w:tcW w:w="762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1195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923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E412EB" w:rsidRPr="009F32FE" w:rsidRDefault="003C44F1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26.0%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44.0%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42.0%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10.0%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38.0%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36.0%</w:t>
            </w:r>
          </w:p>
        </w:tc>
        <w:tc>
          <w:tcPr>
            <w:tcW w:w="762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30.0%</w:t>
            </w:r>
          </w:p>
        </w:tc>
        <w:tc>
          <w:tcPr>
            <w:tcW w:w="1195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22.0%</w:t>
            </w:r>
          </w:p>
        </w:tc>
        <w:tc>
          <w:tcPr>
            <w:tcW w:w="923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3C44F1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80.0%</w:t>
            </w:r>
          </w:p>
        </w:tc>
        <w:tc>
          <w:tcPr>
            <w:tcW w:w="1530" w:type="dxa"/>
            <w:vAlign w:val="center"/>
          </w:tcPr>
          <w:p w:rsidR="00A060F0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530" w:type="dxa"/>
            <w:vAlign w:val="center"/>
          </w:tcPr>
          <w:p w:rsidR="00A060F0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76.0%</w:t>
            </w:r>
          </w:p>
        </w:tc>
        <w:tc>
          <w:tcPr>
            <w:tcW w:w="1530" w:type="dxa"/>
            <w:vAlign w:val="center"/>
          </w:tcPr>
          <w:p w:rsidR="00E412EB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22.0%</w:t>
            </w:r>
          </w:p>
        </w:tc>
        <w:tc>
          <w:tcPr>
            <w:tcW w:w="1530" w:type="dxa"/>
            <w:vAlign w:val="center"/>
          </w:tcPr>
          <w:p w:rsidR="00E412EB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70.0%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42.0%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52.0%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46.0%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20.0%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4.0%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12.0%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16.0%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18.0%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12.0%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16.0%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28.0%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18.0%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12.0%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12.0%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12.0%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10.0%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6.0%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16.0%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6.0%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2.0%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16.0%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14.0%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18.0%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2.0%</w:t>
            </w:r>
          </w:p>
        </w:tc>
        <w:tc>
          <w:tcPr>
            <w:tcW w:w="1817" w:type="dxa"/>
            <w:vAlign w:val="center"/>
          </w:tcPr>
          <w:p w:rsidR="00F657DE" w:rsidRDefault="003C44F1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40.0%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30.0%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52.0%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56.0%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70.0%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32.0%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66.0%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52.0%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C44F1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38.0%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4F1" w:rsidRDefault="003C44F1" w:rsidP="0035328A">
      <w:pPr>
        <w:spacing w:after="0" w:line="240" w:lineRule="auto"/>
      </w:pPr>
      <w:r>
        <w:separator/>
      </w:r>
    </w:p>
  </w:endnote>
  <w:endnote w:type="continuationSeparator" w:id="0">
    <w:p w:rsidR="003C44F1" w:rsidRDefault="003C44F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C44F1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4F1" w:rsidRDefault="003C44F1" w:rsidP="0035328A">
      <w:pPr>
        <w:spacing w:after="0" w:line="240" w:lineRule="auto"/>
      </w:pPr>
      <w:r>
        <w:separator/>
      </w:r>
    </w:p>
  </w:footnote>
  <w:footnote w:type="continuationSeparator" w:id="0">
    <w:p w:rsidR="003C44F1" w:rsidRDefault="003C44F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F1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C44F1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212F8DBB-6891-4325-A8F5-19F89BFA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8A7F-C1FC-4B3F-B741-058FA3CD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